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6A5DD7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004625" w:rsidRDefault="00004625" w:rsidP="00374A16">
      <w:pPr>
        <w:spacing w:after="120" w:line="240" w:lineRule="auto"/>
        <w:ind w:left="4536"/>
        <w:rPr>
          <w:rFonts w:cs="Arial"/>
        </w:rPr>
      </w:pPr>
    </w:p>
    <w:sectPr w:rsidR="0000462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00462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00462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337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37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3965B2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 Nid du Vallon</w:t>
                          </w:r>
                        </w:p>
                        <w:p w:rsidR="00256C33" w:rsidRDefault="00BB189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51 rue du Vallon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7011B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3965B2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ma-nidduvallon</w:t>
                            </w:r>
                            <w:r w:rsidR="003965B2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3965B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73 04 50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DC7772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DC7772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00072</w:t>
                          </w:r>
                        </w:p>
                        <w:p w:rsidR="00256C33" w:rsidRPr="00BD52B4" w:rsidRDefault="006A5DD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Nid du Vallon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1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" stroked="f">
              <v:textbox>
                <w:txbxContent>
                  <w:p w:rsidR="00256C33" w:rsidRPr="00642DA0" w:rsidRDefault="003965B2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 Nid du Vallon</w:t>
                    </w:r>
                  </w:p>
                  <w:p w:rsidR="00256C33" w:rsidRDefault="00BB189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51 rue du Vallon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7011B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3965B2" w:rsidRPr="000F3838">
                        <w:rPr>
                          <w:rStyle w:val="Lienhypertexte"/>
                          <w:sz w:val="16"/>
                          <w:szCs w:val="16"/>
                        </w:rPr>
                        <w:t>ma-nidduvallon</w:t>
                      </w:r>
                      <w:r w:rsidR="003965B2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3965B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73 04 50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DC7772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DC7772">
                      <w:rPr>
                        <w:color w:val="878786"/>
                        <w:sz w:val="12"/>
                        <w:szCs w:val="12"/>
                      </w:rPr>
                      <w:t xml:space="preserve"> 00072</w:t>
                    </w:r>
                  </w:p>
                  <w:p w:rsidR="00256C33" w:rsidRPr="00BD52B4" w:rsidRDefault="006A5DD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Nid du Vallon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DC7772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DC7772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625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A5DD7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C7772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CF451AF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nidduvallon-pdl@vyv3.fr" TargetMode="External"/><Relationship Id="rId1" Type="http://schemas.openxmlformats.org/officeDocument/2006/relationships/hyperlink" Target="mailto:ma-nidduvallo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www.w3.org/XML/1998/namespace"/>
    <ds:schemaRef ds:uri="http://schemas.openxmlformats.org/package/2006/metadata/core-properties"/>
    <ds:schemaRef ds:uri="b7fc1b99-8ebe-4374-9cc1-f5204f903109"/>
    <ds:schemaRef ds:uri="14d88cad-2694-4fc8-ba0f-2537f7b00320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4E2D97F-99A6-4B6A-A4FB-5C5AC137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0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2023-12-15T14:52:00Z</dcterms:created>
  <dcterms:modified xsi:type="dcterms:W3CDTF">2024-01-03T14:17:00Z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